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4718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B37C4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B37C44" w:rsidRPr="00B37C4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Ο2.Ε28 </w:t>
            </w:r>
            <w:bookmarkStart w:id="0" w:name="_GoBack"/>
            <w:bookmarkEnd w:id="0"/>
            <w:r w:rsidR="00B37C44" w:rsidRPr="00B37C44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B37C44" w:rsidRPr="00B37C4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DF25B3" w:rsidRDefault="00B37C44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Ανάλυση: &gt;= FULL HD (1920x1080p)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DF25B3" w:rsidRDefault="00B37C44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 Λάμπας: LED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37C4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DF25B3" w:rsidRDefault="00B37C44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Προβολής: DLP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DF25B3" w:rsidRDefault="00B37C44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Συνδεσιμότητα: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37C4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FE320D" w:rsidRDefault="00B37C44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τουλάχιστον δύο (2) ετών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471874"/>
    <w:rsid w:val="00633A63"/>
    <w:rsid w:val="00671793"/>
    <w:rsid w:val="00A40B4A"/>
    <w:rsid w:val="00B37C44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51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2025-09-10T07:32:00Z</dcterms:created>
  <dcterms:modified xsi:type="dcterms:W3CDTF">2025-09-10T07:35:00Z</dcterms:modified>
</cp:coreProperties>
</file>